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3B7C0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C2643" w:rsidRPr="003C264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C2643" w:rsidRPr="003C2643">
        <w:rPr>
          <w:rFonts w:ascii="Times New Roman" w:eastAsia="Times New Roman" w:hAnsi="Times New Roman"/>
          <w:b/>
          <w:sz w:val="24"/>
          <w:szCs w:val="20"/>
          <w:lang w:eastAsia="pl-PL"/>
        </w:rPr>
        <w:t>BP.271.18.2019.BS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C2643" w:rsidRPr="003C264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C264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C2643">
        <w:rPr>
          <w:rFonts w:ascii="Times New Roman" w:eastAsia="Times New Roman" w:hAnsi="Times New Roman"/>
          <w:b/>
          <w:sz w:val="24"/>
          <w:szCs w:val="24"/>
          <w:lang w:eastAsia="pl-PL"/>
        </w:rPr>
        <w:t>Budowa kładki pieszo- rowerowej nad kanałem ulgi rz. Warty wraz ze ścieżką pieszo rowerową do Zbrudzewa oraz w kierunku Mechlina 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20" w:rsidRDefault="00414520" w:rsidP="00025386">
      <w:pPr>
        <w:spacing w:after="0" w:line="240" w:lineRule="auto"/>
      </w:pPr>
      <w:r>
        <w:separator/>
      </w:r>
    </w:p>
  </w:endnote>
  <w:endnote w:type="continuationSeparator" w:id="0">
    <w:p w:rsidR="00414520" w:rsidRDefault="0041452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B7C0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3CE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3CE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20" w:rsidRDefault="00414520" w:rsidP="00025386">
      <w:pPr>
        <w:spacing w:after="0" w:line="240" w:lineRule="auto"/>
      </w:pPr>
      <w:r>
        <w:separator/>
      </w:r>
    </w:p>
  </w:footnote>
  <w:footnote w:type="continuationSeparator" w:id="0">
    <w:p w:rsidR="00414520" w:rsidRDefault="0041452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ED" w:rsidRDefault="002C3CED" w:rsidP="002C3CE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558D763" wp14:editId="5C4BBF6A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60FB262A" wp14:editId="1DF3FF3D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1" name="Obraz 1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49382CE" wp14:editId="1A0DE2CB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1C243F0" wp14:editId="34B51EE3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2643" w:rsidRDefault="003C26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20"/>
    <w:rsid w:val="00025386"/>
    <w:rsid w:val="00101B40"/>
    <w:rsid w:val="001C2314"/>
    <w:rsid w:val="002C3CED"/>
    <w:rsid w:val="003B7C09"/>
    <w:rsid w:val="003C2643"/>
    <w:rsid w:val="003C30EF"/>
    <w:rsid w:val="00414520"/>
    <w:rsid w:val="00485561"/>
    <w:rsid w:val="005624D8"/>
    <w:rsid w:val="005A0158"/>
    <w:rsid w:val="0069796D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CE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C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2019-04-16T11:33:00Z</dcterms:created>
  <dcterms:modified xsi:type="dcterms:W3CDTF">2019-04-16T11:37:00Z</dcterms:modified>
</cp:coreProperties>
</file>